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600" w:lineRule="exact"/>
        <w:jc w:val="center"/>
        <w:rPr>
          <w:rFonts w:ascii="仿宋_GB2312" w:hAnsi="仿宋_GB2312" w:eastAsia="仿宋_GB2312"/>
          <w:sz w:val="32"/>
        </w:rPr>
      </w:pPr>
    </w:p>
    <w:p>
      <w:pPr>
        <w:jc w:val="both"/>
        <w:rPr>
          <w:rFonts w:hint="eastAsia" w:ascii="华文中宋" w:hAnsi="华文中宋" w:eastAsia="华文中宋"/>
          <w:sz w:val="52"/>
          <w:szCs w:val="52"/>
        </w:rPr>
      </w:pPr>
      <w: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  <w:t>附件3：</w:t>
      </w:r>
    </w:p>
    <w:p>
      <w:pPr>
        <w:jc w:val="center"/>
        <w:rPr>
          <w:rFonts w:hint="eastAsia" w:ascii="华文中宋" w:hAnsi="华文中宋" w:eastAsia="华文中宋"/>
          <w:sz w:val="52"/>
          <w:szCs w:val="52"/>
        </w:rPr>
      </w:pPr>
      <w:r>
        <w:rPr>
          <w:rFonts w:hint="eastAsia" w:ascii="华文中宋" w:hAnsi="华文中宋" w:eastAsia="华文中宋"/>
          <w:sz w:val="52"/>
          <w:szCs w:val="52"/>
        </w:rPr>
        <w:t>山西省</w:t>
      </w:r>
      <w:bookmarkStart w:id="0" w:name="_GoBack"/>
      <w:bookmarkEnd w:id="0"/>
      <w:r>
        <w:rPr>
          <w:rFonts w:hint="eastAsia" w:ascii="华文中宋" w:hAnsi="华文中宋" w:eastAsia="华文中宋"/>
          <w:sz w:val="52"/>
          <w:szCs w:val="52"/>
        </w:rPr>
        <w:t>专业技术职称申报评审表</w:t>
      </w:r>
    </w:p>
    <w:p>
      <w:pPr>
        <w:jc w:val="center"/>
        <w:rPr>
          <w:rFonts w:hint="eastAsia" w:ascii="仿宋_GB2312" w:hAnsi="仿宋_GB2312" w:eastAsia="仿宋_GB2312"/>
          <w:sz w:val="32"/>
        </w:rPr>
      </w:pPr>
    </w:p>
    <w:p>
      <w:pPr>
        <w:jc w:val="center"/>
        <w:rPr>
          <w:rFonts w:hint="eastAsia" w:ascii="仿宋_GB2312" w:hAnsi="仿宋_GB2312" w:eastAsia="仿宋_GB2312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</w:rPr>
        <w:t xml:space="preserve">姓    名：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</w:t>
      </w: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</w:rPr>
        <w:t xml:space="preserve">工作单位：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spacing w:line="500" w:lineRule="exact"/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 xml:space="preserve">现任职称  </w:t>
      </w:r>
    </w:p>
    <w:p>
      <w:pPr>
        <w:spacing w:line="500" w:lineRule="exact"/>
        <w:ind w:firstLine="960" w:firstLineChars="300"/>
        <w:jc w:val="left"/>
        <w:rPr>
          <w:rFonts w:hint="eastAsia" w:ascii="华文中宋" w:hAnsi="华文中宋" w:eastAsia="华文中宋"/>
          <w:sz w:val="32"/>
          <w:u w:val="single"/>
        </w:rPr>
      </w:pPr>
      <w:r>
        <w:rPr>
          <w:rFonts w:hint="eastAsia" w:ascii="华文中宋" w:hAnsi="华文中宋" w:eastAsia="华文中宋"/>
          <w:sz w:val="32"/>
        </w:rPr>
        <w:t>（职业资格）：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spacing w:line="500" w:lineRule="exact"/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</w:p>
    <w:p>
      <w:pPr>
        <w:spacing w:line="500" w:lineRule="exact"/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 xml:space="preserve">申报职称：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 xml:space="preserve"> </w:t>
      </w:r>
    </w:p>
    <w:p>
      <w:pPr>
        <w:ind w:firstLine="1260" w:firstLineChars="394"/>
        <w:jc w:val="left"/>
        <w:rPr>
          <w:rFonts w:hint="eastAsia" w:ascii="华文中宋" w:hAnsi="华文中宋" w:eastAsia="华文中宋"/>
          <w:sz w:val="32"/>
        </w:rPr>
      </w:pPr>
      <w:r>
        <w:rPr>
          <w:rFonts w:hint="eastAsia" w:ascii="华文中宋" w:hAnsi="华文中宋" w:eastAsia="华文中宋"/>
          <w:sz w:val="32"/>
        </w:rPr>
        <w:t xml:space="preserve">填表时间： </w:t>
      </w:r>
      <w:r>
        <w:rPr>
          <w:rFonts w:hint="eastAsia" w:ascii="华文中宋" w:hAnsi="华文中宋" w:eastAsia="华文中宋"/>
          <w:sz w:val="32"/>
          <w:u w:val="single"/>
        </w:rPr>
        <w:t xml:space="preserve">                          </w:t>
      </w:r>
    </w:p>
    <w:p>
      <w:pPr>
        <w:ind w:firstLine="899" w:firstLineChars="281"/>
        <w:jc w:val="center"/>
        <w:rPr>
          <w:rFonts w:hint="eastAsia" w:ascii="华文中宋" w:hAnsi="华文中宋" w:eastAsia="华文中宋"/>
          <w:sz w:val="32"/>
        </w:rPr>
      </w:pPr>
    </w:p>
    <w:p>
      <w:pPr>
        <w:ind w:firstLine="899" w:firstLineChars="281"/>
        <w:jc w:val="center"/>
        <w:rPr>
          <w:rFonts w:hint="eastAsia" w:ascii="华文中宋" w:hAnsi="华文中宋" w:eastAsia="华文中宋"/>
          <w:sz w:val="32"/>
        </w:rPr>
      </w:pPr>
    </w:p>
    <w:p>
      <w:pPr>
        <w:jc w:val="center"/>
        <w:rPr>
          <w:rFonts w:hint="eastAsia" w:ascii="宋体" w:hAnsi="宋体"/>
          <w:sz w:val="32"/>
        </w:rPr>
      </w:pPr>
      <w:r>
        <w:rPr>
          <w:rFonts w:hint="eastAsia" w:ascii="宋体" w:hAnsi="宋体"/>
          <w:sz w:val="32"/>
        </w:rPr>
        <w:t>山西省人力资源和社会保障厅监制</w:t>
      </w:r>
    </w:p>
    <w:p>
      <w:pPr>
        <w:spacing w:line="600" w:lineRule="exact"/>
        <w:jc w:val="center"/>
        <w:rPr>
          <w:rFonts w:hint="eastAsia" w:ascii="仿宋_GB2312" w:hAnsi="仿宋_GB2312" w:eastAsia="仿宋_GB2312"/>
          <w:sz w:val="32"/>
        </w:rPr>
        <w:sectPr>
          <w:headerReference r:id="rId3" w:type="default"/>
          <w:footerReference r:id="rId4" w:type="default"/>
          <w:footerReference r:id="rId5" w:type="even"/>
          <w:pgSz w:w="11906" w:h="16838"/>
          <w:pgMar w:top="1440" w:right="1797" w:bottom="1440" w:left="1797" w:header="851" w:footer="992" w:gutter="0"/>
          <w:pgNumType w:fmt="numberInDash"/>
          <w:cols w:space="425" w:num="1"/>
          <w:docGrid w:type="linesAndChars" w:linePitch="312" w:charSpace="0"/>
        </w:sectPr>
      </w:pPr>
    </w:p>
    <w:p>
      <w:pPr>
        <w:spacing w:line="600" w:lineRule="exact"/>
        <w:jc w:val="center"/>
        <w:rPr>
          <w:rFonts w:hint="eastAsia" w:ascii="仿宋_GB2312" w:hAnsi="仿宋_GB2312" w:eastAsia="仿宋_GB2312"/>
          <w:sz w:val="32"/>
        </w:rPr>
      </w:pPr>
    </w:p>
    <w:p>
      <w:pPr>
        <w:spacing w:line="600" w:lineRule="exact"/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填 表 说 明</w:t>
      </w:r>
    </w:p>
    <w:p>
      <w:pPr>
        <w:spacing w:line="600" w:lineRule="exact"/>
        <w:ind w:firstLine="880" w:firstLineChars="200"/>
        <w:jc w:val="center"/>
        <w:rPr>
          <w:rFonts w:hint="eastAsia" w:ascii="仿宋_GB2312" w:hAnsi="仿宋_GB2312" w:eastAsia="仿宋_GB2312"/>
          <w:sz w:val="44"/>
        </w:rPr>
      </w:pPr>
    </w:p>
    <w:p>
      <w:pPr>
        <w:numPr>
          <w:ilvl w:val="0"/>
          <w:numId w:val="1"/>
        </w:numPr>
        <w:spacing w:line="600" w:lineRule="exact"/>
        <w:ind w:firstLine="560" w:firstLineChars="200"/>
        <w:jc w:val="left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本表供申报评审各级别专业技术职称使用。</w:t>
      </w:r>
    </w:p>
    <w:p>
      <w:pPr>
        <w:numPr>
          <w:ilvl w:val="0"/>
          <w:numId w:val="1"/>
        </w:numPr>
        <w:spacing w:line="600" w:lineRule="exact"/>
        <w:ind w:firstLine="560" w:firstLineChars="200"/>
        <w:jc w:val="left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本表应用钢笔填写或计算机打印，内容要具体、真实，字迹要端正、清楚。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3、申报评审时须提交本表一式五份。经评委会评审通过并经相关部门核准后，由申报人人事档案保管单位存入个人档案。本表不退回申报人。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  <w:r>
        <w:rPr>
          <w:rFonts w:hint="eastAsia" w:ascii="仿宋_GB2312" w:hAnsi="仿宋_GB2312" w:eastAsia="仿宋_GB2312"/>
          <w:sz w:val="28"/>
        </w:rPr>
        <w:t>4、本表共12页，用A4纸双面打印填写，左竖装订（距左边缘不超过10MM）。3-7页如填写内容较多，可另加附页。</w:t>
      </w:r>
    </w:p>
    <w:p>
      <w:pPr>
        <w:spacing w:line="600" w:lineRule="exact"/>
        <w:ind w:firstLine="560" w:firstLineChars="200"/>
        <w:rPr>
          <w:rFonts w:ascii="仿宋_GB2312" w:hAnsi="仿宋_GB2312" w:eastAsia="仿宋_GB2312"/>
          <w:sz w:val="28"/>
        </w:rPr>
      </w:pPr>
    </w:p>
    <w:p>
      <w:pPr>
        <w:spacing w:line="600" w:lineRule="exact"/>
        <w:ind w:left="1" w:hanging="1"/>
        <w:jc w:val="center"/>
        <w:rPr>
          <w:rFonts w:hint="eastAsia" w:ascii="华文中宋" w:hAnsi="华文中宋" w:eastAsia="华文中宋"/>
          <w:sz w:val="44"/>
          <w:szCs w:val="44"/>
        </w:rPr>
        <w:sectPr>
          <w:footerReference r:id="rId7" w:type="first"/>
          <w:footerReference r:id="rId6" w:type="default"/>
          <w:endnotePr>
            <w:numFmt w:val="decimal"/>
          </w:endnotePr>
          <w:pgSz w:w="11907" w:h="16840"/>
          <w:pgMar w:top="2098" w:right="1474" w:bottom="1701" w:left="1588" w:header="851" w:footer="992" w:gutter="0"/>
          <w:pgNumType w:fmt="numberInDash" w:start="1"/>
          <w:cols w:space="720" w:num="1"/>
          <w:docGrid w:type="lines" w:linePitch="312" w:charSpace="0"/>
        </w:sectPr>
      </w:pPr>
    </w:p>
    <w:p>
      <w:pPr>
        <w:spacing w:line="600" w:lineRule="exact"/>
        <w:ind w:left="1" w:hanging="1"/>
        <w:jc w:val="center"/>
        <w:rPr>
          <w:rFonts w:hint="eastAsia" w:ascii="仿宋_GB2312" w:hAnsi="仿宋_GB2312" w:eastAsia="仿宋_GB2312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基  本  情  况</w:t>
      </w:r>
    </w:p>
    <w:p>
      <w:pPr>
        <w:jc w:val="left"/>
        <w:rPr>
          <w:rFonts w:hint="eastAsia"/>
        </w:rPr>
      </w:pP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69"/>
        <w:gridCol w:w="179"/>
        <w:gridCol w:w="571"/>
        <w:gridCol w:w="689"/>
        <w:gridCol w:w="357"/>
        <w:gridCol w:w="1443"/>
        <w:gridCol w:w="1080"/>
        <w:gridCol w:w="360"/>
        <w:gridCol w:w="578"/>
        <w:gridCol w:w="142"/>
        <w:gridCol w:w="720"/>
        <w:gridCol w:w="466"/>
        <w:gridCol w:w="434"/>
        <w:gridCol w:w="12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72" w:hRule="exact"/>
          <w:jc w:val="center"/>
        </w:trPr>
        <w:tc>
          <w:tcPr>
            <w:tcW w:w="648" w:type="dxa"/>
            <w:gridSpan w:val="2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姓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名</w:t>
            </w: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 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性  别</w:t>
            </w:r>
          </w:p>
        </w:tc>
        <w:tc>
          <w:tcPr>
            <w:tcW w:w="7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民  族</w:t>
            </w:r>
          </w:p>
        </w:tc>
        <w:tc>
          <w:tcPr>
            <w:tcW w:w="9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相</w:t>
            </w: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片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1" w:hRule="exact"/>
          <w:jc w:val="center"/>
        </w:trPr>
        <w:tc>
          <w:tcPr>
            <w:tcW w:w="648" w:type="dxa"/>
            <w:gridSpan w:val="2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曾用名</w:t>
            </w:r>
          </w:p>
        </w:tc>
        <w:tc>
          <w:tcPr>
            <w:tcW w:w="18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出生年月</w:t>
            </w:r>
          </w:p>
        </w:tc>
        <w:tc>
          <w:tcPr>
            <w:tcW w:w="23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18" w:hRule="exact"/>
          <w:jc w:val="center"/>
        </w:trPr>
        <w:tc>
          <w:tcPr>
            <w:tcW w:w="121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政治面貌</w:t>
            </w:r>
          </w:p>
        </w:tc>
        <w:tc>
          <w:tcPr>
            <w:tcW w:w="2489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4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户籍所在地</w:t>
            </w:r>
          </w:p>
        </w:tc>
        <w:tc>
          <w:tcPr>
            <w:tcW w:w="234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260" w:type="dxa"/>
            <w:vMerge w:val="continue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47" w:hRule="atLeast"/>
          <w:jc w:val="center"/>
        </w:trPr>
        <w:tc>
          <w:tcPr>
            <w:tcW w:w="46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况</w:t>
            </w: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起止年月</w:t>
            </w:r>
          </w:p>
        </w:tc>
        <w:tc>
          <w:tcPr>
            <w:tcW w:w="34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毕业院校</w:t>
            </w: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  业</w:t>
            </w: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  历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（学 位）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85" w:hRule="atLeast"/>
          <w:jc w:val="center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7" w:hRule="atLeast"/>
          <w:jc w:val="center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61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  <w:jc w:val="center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46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763" w:hRule="atLeast"/>
          <w:jc w:val="center"/>
        </w:trPr>
        <w:tc>
          <w:tcPr>
            <w:tcW w:w="469" w:type="dxa"/>
            <w:vMerge w:val="continue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796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3461" w:type="dxa"/>
            <w:gridSpan w:val="4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328" w:type="dxa"/>
            <w:gridSpan w:val="3"/>
            <w:noWrap w:val="0"/>
            <w:vAlign w:val="center"/>
          </w:tcPr>
          <w:p>
            <w:pPr>
              <w:jc w:val="center"/>
            </w:pP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57" w:hRule="exact"/>
          <w:jc w:val="center"/>
        </w:trPr>
        <w:tc>
          <w:tcPr>
            <w:tcW w:w="2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参加工作时间</w:t>
            </w:r>
          </w:p>
        </w:tc>
        <w:tc>
          <w:tcPr>
            <w:tcW w:w="25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66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  人事档案管理单位</w:t>
            </w: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32" w:hRule="exact"/>
          <w:jc w:val="center"/>
        </w:trPr>
        <w:tc>
          <w:tcPr>
            <w:tcW w:w="2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现职称（职业资格）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及聘任时间</w:t>
            </w:r>
          </w:p>
        </w:tc>
        <w:tc>
          <w:tcPr>
            <w:tcW w:w="2523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66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现从事专业技术工作</w:t>
            </w:r>
          </w:p>
        </w:tc>
        <w:tc>
          <w:tcPr>
            <w:tcW w:w="16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34" w:hRule="exact"/>
          <w:jc w:val="center"/>
        </w:trPr>
        <w:tc>
          <w:tcPr>
            <w:tcW w:w="2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取得现职称（职业资格）时间及审批机关</w:t>
            </w:r>
          </w:p>
        </w:tc>
        <w:tc>
          <w:tcPr>
            <w:tcW w:w="6483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74" w:hRule="exact"/>
          <w:jc w:val="center"/>
        </w:trPr>
        <w:tc>
          <w:tcPr>
            <w:tcW w:w="2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现（兼）任行政职务及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任职时间</w:t>
            </w:r>
          </w:p>
        </w:tc>
        <w:tc>
          <w:tcPr>
            <w:tcW w:w="6483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17" w:hRule="exact"/>
          <w:jc w:val="center"/>
        </w:trPr>
        <w:tc>
          <w:tcPr>
            <w:tcW w:w="2265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参加何种学术团体，任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何种职务，有何社会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兼职</w:t>
            </w:r>
          </w:p>
        </w:tc>
        <w:tc>
          <w:tcPr>
            <w:tcW w:w="6483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注：学历情况</w:t>
      </w:r>
      <w:r>
        <w:rPr>
          <w:rFonts w:hint="eastAsia" w:ascii="宋体" w:hAnsi="宋体" w:cs="宋体"/>
          <w:szCs w:val="21"/>
        </w:rPr>
        <w:t>：</w:t>
      </w:r>
      <w:r>
        <w:rPr>
          <w:rFonts w:hint="eastAsia" w:ascii="宋体-PUA" w:hAnsi="宋体-PUA" w:eastAsia="宋体-PUA" w:cs="宋体-PUA"/>
          <w:szCs w:val="21"/>
        </w:rPr>
        <w:t>请从中专开始填起，无中专以上学历从初中开始填起。</w:t>
      </w:r>
    </w:p>
    <w:p>
      <w:pPr>
        <w:jc w:val="center"/>
        <w:rPr>
          <w:rFonts w:hint="eastAsia" w:ascii="宋体-PUA" w:hAnsi="宋体-PUA" w:eastAsia="宋体-PUA" w:cs="宋体-PUA"/>
          <w:szCs w:val="21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主 要 学 习 及 培 训 经 历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46"/>
        <w:gridCol w:w="3100"/>
        <w:gridCol w:w="1480"/>
        <w:gridCol w:w="494"/>
        <w:gridCol w:w="18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学习内容</w:t>
            </w: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课   时</w:t>
            </w: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办学单位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4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2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注：主要填写参加各类学习培训、进修和接受继续教育情况。</w:t>
            </w:r>
          </w:p>
          <w:p>
            <w:pPr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9" w:hRule="atLeast"/>
          <w:jc w:val="center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华文中宋" w:hAnsi="华文中宋" w:eastAsia="华文中宋" w:cs="华文中宋"/>
                <w:sz w:val="44"/>
                <w:szCs w:val="44"/>
              </w:rPr>
              <w:t>主 要 工 作 经 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单    位</w:t>
            </w: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从事何专业技术工作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职   务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7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194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1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7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6" w:hRule="atLeast"/>
          <w:jc w:val="center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rPr>
                <w:rFonts w:hint="eastAsia"/>
              </w:rPr>
            </w:pPr>
            <w:r>
              <w:rPr>
                <w:rFonts w:hint="eastAsia" w:ascii="宋体-PUA" w:hAnsi="宋体-PUA" w:eastAsia="宋体-PUA" w:cs="宋体-PUA"/>
              </w:rPr>
              <w:t xml:space="preserve"> 注：从参加工作开始填写，所列各项时间段应前后衔接。</w:t>
            </w:r>
          </w:p>
        </w:tc>
      </w:tr>
    </w:tbl>
    <w:p>
      <w:pPr>
        <w:rPr>
          <w:rFonts w:hint="eastAsia" w:ascii="宋体-PUA" w:hAnsi="宋体-PUA" w:eastAsia="宋体-PUA" w:cs="宋体-PUA"/>
        </w:rPr>
      </w:pPr>
    </w:p>
    <w:p>
      <w:pPr>
        <w:rPr>
          <w:rFonts w:hint="eastAsia"/>
        </w:rPr>
      </w:pPr>
      <w:r>
        <w:rPr>
          <w:rFonts w:hint="eastAsia"/>
        </w:rPr>
        <w:t xml:space="preserve">                       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个   人   总   结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748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76" w:hRule="atLeast"/>
          <w:jc w:val="center"/>
        </w:trPr>
        <w:tc>
          <w:tcPr>
            <w:tcW w:w="8748" w:type="dxa"/>
            <w:noWrap w:val="0"/>
            <w:vAlign w:val="center"/>
          </w:tcPr>
          <w:p>
            <w:pPr>
              <w:ind w:left="107" w:leftChars="51" w:right="178" w:rightChars="85"/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任现职称以来品德、知识、能力、业绩等表现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040" w:hRule="atLeast"/>
          <w:jc w:val="center"/>
        </w:trPr>
        <w:tc>
          <w:tcPr>
            <w:tcW w:w="8748" w:type="dxa"/>
            <w:noWrap w:val="0"/>
            <w:vAlign w:val="top"/>
          </w:tcPr>
          <w:p>
            <w:pPr>
              <w:spacing w:line="320" w:lineRule="exact"/>
              <w:ind w:left="107" w:leftChars="51" w:right="178" w:rightChars="85" w:firstLine="420" w:firstLineChars="200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 w:ascii="华文中宋" w:hAnsi="华文中宋" w:eastAsia="华文中宋"/>
          <w:sz w:val="44"/>
          <w:szCs w:val="44"/>
        </w:rPr>
        <w:t>任现职称前主要专业技术工作业绩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6"/>
        <w:gridCol w:w="2780"/>
        <w:gridCol w:w="2074"/>
        <w:gridCol w:w="216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180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7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完成的项目、课题、工作等</w:t>
            </w: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本人承担角色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（主持、骨干、参与）</w:t>
            </w: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890" w:hRule="atLeast"/>
          <w:jc w:val="center"/>
        </w:trPr>
        <w:tc>
          <w:tcPr>
            <w:tcW w:w="180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78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07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任现职称后主要专业技术工作业绩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86"/>
        <w:gridCol w:w="1960"/>
        <w:gridCol w:w="640"/>
        <w:gridCol w:w="440"/>
        <w:gridCol w:w="1160"/>
        <w:gridCol w:w="220"/>
        <w:gridCol w:w="360"/>
        <w:gridCol w:w="740"/>
        <w:gridCol w:w="920"/>
        <w:gridCol w:w="80"/>
        <w:gridCol w:w="101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882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获 奖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间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获奖项目</w:t>
            </w:r>
          </w:p>
        </w:tc>
        <w:tc>
          <w:tcPr>
            <w:tcW w:w="21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>获奖名称及等级</w:t>
            </w: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授予部门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00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18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</w:p>
        </w:tc>
        <w:tc>
          <w:tcPr>
            <w:tcW w:w="17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882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完成项目、课题情况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项目（课题）名称</w:t>
            </w:r>
          </w:p>
        </w:tc>
        <w:tc>
          <w:tcPr>
            <w:tcW w:w="18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  <w:r>
              <w:rPr>
                <w:rFonts w:hint="eastAsia"/>
              </w:rPr>
              <w:t>下达单位及时间</w:t>
            </w:r>
          </w:p>
        </w:tc>
        <w:tc>
          <w:tcPr>
            <w:tcW w:w="21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本人排名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或承担角色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（主持、骨干、参与）</w:t>
            </w:r>
          </w:p>
        </w:tc>
        <w:tc>
          <w:tcPr>
            <w:tcW w:w="10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完成情况及效果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327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260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18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</w:p>
        </w:tc>
        <w:tc>
          <w:tcPr>
            <w:tcW w:w="2100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14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17" w:hRule="atLeast"/>
          <w:jc w:val="center"/>
        </w:trPr>
        <w:tc>
          <w:tcPr>
            <w:tcW w:w="882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获 专 利 情 况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7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时  间</w:t>
            </w:r>
          </w:p>
        </w:tc>
        <w:tc>
          <w:tcPr>
            <w:tcW w:w="19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专利名称</w:t>
            </w: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  <w:r>
              <w:rPr>
                <w:rFonts w:hint="eastAsia" w:ascii="仿宋_GB2312" w:hAnsi="仿宋_GB2312" w:eastAsia="仿宋_GB2312"/>
              </w:rPr>
              <w:t>类  别</w:t>
            </w: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专利号</w:t>
            </w:r>
          </w:p>
        </w:tc>
        <w:tc>
          <w:tcPr>
            <w:tcW w:w="13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批准部门</w:t>
            </w:r>
          </w:p>
        </w:tc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排名</w:t>
            </w: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成果转化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收益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60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9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8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仿宋_GB2312" w:hAnsi="仿宋_GB2312" w:eastAsia="仿宋_GB2312"/>
              </w:rPr>
            </w:pPr>
          </w:p>
        </w:tc>
        <w:tc>
          <w:tcPr>
            <w:tcW w:w="116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32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920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90" w:hRule="atLeast"/>
          <w:jc w:val="center"/>
        </w:trPr>
        <w:tc>
          <w:tcPr>
            <w:tcW w:w="8820" w:type="dxa"/>
            <w:gridSpan w:val="11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取得的其它专业技术工作业绩成果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86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起止时间</w:t>
            </w: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承担专业技术工作名称</w:t>
            </w:r>
          </w:p>
        </w:tc>
        <w:tc>
          <w:tcPr>
            <w:tcW w:w="3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完成情况及效果</w:t>
            </w: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本人承担</w:t>
            </w: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角色（主持、骨干、参与）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187" w:hRule="atLeast"/>
          <w:jc w:val="center"/>
        </w:trPr>
        <w:tc>
          <w:tcPr>
            <w:tcW w:w="1286" w:type="dxa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3040" w:type="dxa"/>
            <w:gridSpan w:val="3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</w:p>
        </w:tc>
        <w:tc>
          <w:tcPr>
            <w:tcW w:w="340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  <w:tc>
          <w:tcPr>
            <w:tcW w:w="1094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/>
              </w:rPr>
            </w:pP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任现职称后著作、论文及重要技术报告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973"/>
        <w:gridCol w:w="1153"/>
        <w:gridCol w:w="1533"/>
        <w:gridCol w:w="1075"/>
        <w:gridCol w:w="1573"/>
        <w:gridCol w:w="1633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4" w:hRule="atLeast"/>
          <w:jc w:val="center"/>
        </w:trPr>
        <w:tc>
          <w:tcPr>
            <w:tcW w:w="8940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公开发表（出版）的论文、著作、译著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4" w:hRule="atLeast"/>
          <w:jc w:val="center"/>
        </w:trPr>
        <w:tc>
          <w:tcPr>
            <w:tcW w:w="1973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论文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-PUA" w:hAnsi="宋体-PUA" w:eastAsia="宋体-PUA" w:cs="宋体-PUA"/>
                <w:szCs w:val="21"/>
              </w:rPr>
              <w:t>著作题目</w:t>
            </w:r>
          </w:p>
        </w:tc>
        <w:tc>
          <w:tcPr>
            <w:tcW w:w="1153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发表时间</w:t>
            </w:r>
          </w:p>
        </w:tc>
        <w:tc>
          <w:tcPr>
            <w:tcW w:w="1533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刊物名称</w:t>
            </w:r>
          </w:p>
        </w:tc>
        <w:tc>
          <w:tcPr>
            <w:tcW w:w="1075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  号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（书 号）</w:t>
            </w:r>
          </w:p>
        </w:tc>
        <w:tc>
          <w:tcPr>
            <w:tcW w:w="1573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刊物主办单位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/</w:t>
            </w:r>
            <w:r>
              <w:rPr>
                <w:rFonts w:hint="eastAsia" w:ascii="宋体" w:hAnsi="宋体" w:cs="宋体"/>
                <w:szCs w:val="21"/>
              </w:rPr>
              <w:t>/</w:t>
            </w:r>
            <w:r>
              <w:rPr>
                <w:rFonts w:hint="eastAsia" w:ascii="宋体-PUA" w:hAnsi="宋体-PUA" w:eastAsia="宋体-PUA" w:cs="宋体-PUA"/>
                <w:szCs w:val="21"/>
              </w:rPr>
              <w:t>著作出版社</w:t>
            </w:r>
          </w:p>
        </w:tc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作者排名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或完成字数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965" w:hRule="atLeast"/>
          <w:jc w:val="center"/>
        </w:trPr>
        <w:tc>
          <w:tcPr>
            <w:tcW w:w="197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1153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33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075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573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33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</w:tblPrEx>
        <w:trPr>
          <w:trHeight w:val="1120" w:hRule="atLeast"/>
          <w:jc w:val="center"/>
        </w:trPr>
        <w:tc>
          <w:tcPr>
            <w:tcW w:w="8940" w:type="dxa"/>
            <w:gridSpan w:val="6"/>
            <w:noWrap w:val="0"/>
            <w:vAlign w:val="center"/>
          </w:tcPr>
          <w:p>
            <w:pPr>
              <w:spacing w:line="500" w:lineRule="exact"/>
              <w:jc w:val="center"/>
              <w:rPr>
                <w:rFonts w:hint="eastAsia" w:ascii="楷体_GB2312" w:hAnsi="楷体_GB2312" w:eastAsia="楷体_GB2312" w:cs="楷体_GB2312"/>
                <w:sz w:val="32"/>
                <w:szCs w:val="32"/>
              </w:rPr>
            </w:pPr>
            <w:r>
              <w:rPr>
                <w:rFonts w:hint="eastAsia" w:ascii="楷体_GB2312" w:hAnsi="楷体_GB2312" w:eastAsia="楷体_GB2312" w:cs="楷体_GB2312"/>
                <w:sz w:val="32"/>
                <w:szCs w:val="32"/>
              </w:rPr>
              <w:t>专业技术分析报告、实例材料</w:t>
            </w:r>
          </w:p>
          <w:p>
            <w:pPr>
              <w:spacing w:line="500" w:lineRule="exact"/>
              <w:jc w:val="center"/>
              <w:rPr>
                <w:rFonts w:hint="eastAsia"/>
                <w:sz w:val="36"/>
                <w:szCs w:val="36"/>
              </w:rPr>
            </w:pPr>
            <w:r>
              <w:rPr>
                <w:rFonts w:hint="eastAsia" w:ascii="楷体_GB2312" w:hAnsi="楷体_GB2312" w:eastAsia="楷体_GB2312" w:cs="楷体_GB2312"/>
                <w:szCs w:val="21"/>
              </w:rPr>
              <w:t>（含未公开发表但提交评审答辩用）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860" w:hRule="atLeast"/>
          <w:jc w:val="center"/>
        </w:trPr>
        <w:tc>
          <w:tcPr>
            <w:tcW w:w="1973" w:type="dxa"/>
            <w:noWrap w:val="0"/>
            <w:vAlign w:val="top"/>
          </w:tcPr>
          <w:p>
            <w:pPr>
              <w:rPr>
                <w:rFonts w:hint="eastAsia"/>
              </w:rPr>
            </w:pPr>
          </w:p>
          <w:p>
            <w:pPr>
              <w:jc w:val="center"/>
              <w:rPr>
                <w:rFonts w:hint="eastAsia"/>
              </w:rPr>
            </w:pPr>
            <w:r>
              <w:rPr>
                <w:rFonts w:hint="eastAsia"/>
              </w:rPr>
              <w:t>题  目</w:t>
            </w:r>
          </w:p>
        </w:tc>
        <w:tc>
          <w:tcPr>
            <w:tcW w:w="5334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解决的技术（专业）问题及效果</w:t>
            </w:r>
          </w:p>
        </w:tc>
        <w:tc>
          <w:tcPr>
            <w:tcW w:w="1633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撰写时间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312" w:hRule="atLeast"/>
          <w:jc w:val="center"/>
        </w:trPr>
        <w:tc>
          <w:tcPr>
            <w:tcW w:w="1973" w:type="dxa"/>
            <w:noWrap w:val="0"/>
            <w:vAlign w:val="top"/>
          </w:tcPr>
          <w:p>
            <w:pPr>
              <w:rPr>
                <w:rFonts w:hint="eastAsia"/>
                <w:sz w:val="18"/>
                <w:szCs w:val="18"/>
              </w:rPr>
            </w:pPr>
          </w:p>
        </w:tc>
        <w:tc>
          <w:tcPr>
            <w:tcW w:w="5334" w:type="dxa"/>
            <w:gridSpan w:val="4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  <w:tc>
          <w:tcPr>
            <w:tcW w:w="1633" w:type="dxa"/>
            <w:noWrap w:val="0"/>
            <w:vAlign w:val="top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</w:tbl>
    <w:p>
      <w:pPr>
        <w:ind w:left="420" w:hanging="420" w:hangingChars="200"/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</w:t>
      </w:r>
      <w:r>
        <w:rPr>
          <w:rFonts w:hint="eastAsia" w:ascii="宋体" w:hAnsi="宋体" w:cs="宋体"/>
          <w:szCs w:val="21"/>
        </w:rPr>
        <w:t>1、“</w:t>
      </w:r>
      <w:r>
        <w:rPr>
          <w:rFonts w:hint="eastAsia" w:ascii="宋体-PUA" w:hAnsi="宋体-PUA" w:eastAsia="宋体-PUA" w:cs="宋体-PUA"/>
          <w:szCs w:val="21"/>
        </w:rPr>
        <w:t>作者排名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分别为独立、第一、第二</w:t>
      </w:r>
      <w:r>
        <w:rPr>
          <w:rFonts w:hint="eastAsia" w:ascii="宋体" w:hAnsi="宋体" w:cs="宋体"/>
          <w:szCs w:val="21"/>
        </w:rPr>
        <w:t>......</w:t>
      </w:r>
      <w:r>
        <w:rPr>
          <w:rFonts w:hint="eastAsia" w:ascii="宋体-PUA" w:hAnsi="宋体-PUA" w:eastAsia="宋体-PUA" w:cs="宋体-PUA"/>
          <w:szCs w:val="21"/>
        </w:rPr>
        <w:t>。合著的著作须注明本人完成的章节和字数。</w:t>
      </w:r>
    </w:p>
    <w:p>
      <w:pPr>
        <w:ind w:firstLine="420" w:firstLineChars="200"/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" w:hAnsi="宋体" w:cs="宋体"/>
          <w:szCs w:val="21"/>
        </w:rPr>
        <w:t>2、“</w:t>
      </w:r>
      <w:r>
        <w:rPr>
          <w:rFonts w:hint="eastAsia" w:ascii="宋体-PUA" w:hAnsi="宋体-PUA" w:eastAsia="宋体-PUA" w:cs="宋体-PUA"/>
          <w:szCs w:val="21"/>
        </w:rPr>
        <w:t>技术分析报告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或</w:t>
      </w:r>
      <w:r>
        <w:rPr>
          <w:rFonts w:hint="eastAsia" w:ascii="宋体" w:hAnsi="宋体" w:cs="宋体"/>
          <w:szCs w:val="21"/>
        </w:rPr>
        <w:t>“</w:t>
      </w:r>
      <w:r>
        <w:rPr>
          <w:rFonts w:hint="eastAsia" w:ascii="宋体-PUA" w:hAnsi="宋体-PUA" w:eastAsia="宋体-PUA" w:cs="宋体-PUA"/>
          <w:szCs w:val="21"/>
        </w:rPr>
        <w:t>实例材料</w:t>
      </w:r>
      <w:r>
        <w:rPr>
          <w:rFonts w:hint="eastAsia" w:ascii="宋体" w:hAnsi="宋体" w:cs="宋体"/>
          <w:szCs w:val="21"/>
        </w:rPr>
        <w:t>”</w:t>
      </w:r>
      <w:r>
        <w:rPr>
          <w:rFonts w:hint="eastAsia" w:ascii="宋体-PUA" w:hAnsi="宋体-PUA" w:eastAsia="宋体-PUA" w:cs="宋体-PUA"/>
          <w:szCs w:val="21"/>
        </w:rPr>
        <w:t>属于未公开发表的，提交评审时须由工作（聘用）单位加具核实意见。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考  试  成  绩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28"/>
        <w:gridCol w:w="1980"/>
        <w:gridCol w:w="1800"/>
        <w:gridCol w:w="1440"/>
        <w:gridCol w:w="18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67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日  期</w:t>
            </w: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考试类别</w:t>
            </w: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考试科目</w:t>
            </w: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等级及成绩</w:t>
            </w: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组织考试单位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9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0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44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187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注：属于考评结合专业的必须填写专业考试成绩。</w:t>
            </w:r>
          </w:p>
          <w:p>
            <w:pPr>
              <w:jc w:val="center"/>
              <w:rPr>
                <w:rFonts w:hint="eastAsi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4" w:hRule="atLeast"/>
          <w:jc w:val="center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华文中宋" w:hAnsi="华文中宋" w:eastAsia="华文中宋"/>
                <w:sz w:val="44"/>
                <w:szCs w:val="44"/>
              </w:rPr>
            </w:pPr>
            <w:r>
              <w:rPr>
                <w:rFonts w:hint="eastAsia" w:ascii="华文中宋" w:hAnsi="华文中宋" w:eastAsia="华文中宋"/>
                <w:sz w:val="44"/>
                <w:szCs w:val="44"/>
              </w:rPr>
              <w:t>年度及任职期满考核结果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年度考核结果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80" w:hRule="exac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年    度</w:t>
            </w: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考  核  结  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40" w:hRule="exac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00" w:hRule="exac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80" w:hRule="exac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0" w:hRule="exac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exact"/>
          <w:jc w:val="center"/>
        </w:trPr>
        <w:tc>
          <w:tcPr>
            <w:tcW w:w="1728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  <w:tc>
          <w:tcPr>
            <w:tcW w:w="7092" w:type="dxa"/>
            <w:gridSpan w:val="4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176" w:hRule="atLeast"/>
          <w:jc w:val="center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  <w:r>
              <w:rPr>
                <w:rFonts w:hint="eastAsia" w:ascii="宋体-PUA" w:hAnsi="宋体-PUA" w:eastAsia="宋体-PUA" w:cs="宋体-PUA"/>
                <w:u w:val="single"/>
              </w:rPr>
              <w:t>任职期满考核结果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center"/>
              <w:rPr>
                <w:rFonts w:hint="eastAsia" w:ascii="宋体-PUA" w:hAnsi="宋体-PUA" w:eastAsia="宋体-PUA" w:cs="宋体-PUA"/>
                <w:u w:val="single"/>
              </w:rPr>
            </w:pPr>
          </w:p>
          <w:p>
            <w:pPr>
              <w:jc w:val="left"/>
              <w:rPr>
                <w:rFonts w:hint="eastAsia" w:ascii="宋体-PUA" w:hAnsi="宋体-PUA" w:eastAsia="宋体-PUA" w:cs="宋体-PUA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16" w:hRule="atLeast"/>
          <w:jc w:val="center"/>
        </w:trPr>
        <w:tc>
          <w:tcPr>
            <w:tcW w:w="8820" w:type="dxa"/>
            <w:gridSpan w:val="5"/>
            <w:noWrap w:val="0"/>
            <w:vAlign w:val="center"/>
          </w:tcPr>
          <w:p>
            <w:pPr>
              <w:jc w:val="left"/>
              <w:rPr>
                <w:rFonts w:hint="eastAsia" w:ascii="宋体-PUA" w:hAnsi="宋体-PUA" w:eastAsia="宋体-PUA" w:cs="宋体-PUA"/>
              </w:rPr>
            </w:pPr>
            <w:r>
              <w:rPr>
                <w:rFonts w:hint="eastAsia" w:ascii="宋体-PUA" w:hAnsi="宋体-PUA" w:eastAsia="宋体-PUA" w:cs="宋体-PUA"/>
              </w:rPr>
              <w:t xml:space="preserve"> 注：正常晋升者须填写任现职称（职业资格）以来近五年的年度考核结果。申报评审时任期不满的，须填写上一任职称期满考核结果。</w:t>
            </w: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华文中宋" w:hAnsi="华文中宋" w:eastAsia="华文中宋"/>
          <w:sz w:val="44"/>
          <w:szCs w:val="44"/>
        </w:rPr>
        <w:t>推 荐 意 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4346"/>
        <w:gridCol w:w="4474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92" w:hRule="atLeast"/>
          <w:jc w:val="center"/>
        </w:trPr>
        <w:tc>
          <w:tcPr>
            <w:tcW w:w="88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工作（聘用）单位鉴定意见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  <w:jc w:val="center"/>
        </w:trPr>
        <w:tc>
          <w:tcPr>
            <w:tcW w:w="8820" w:type="dxa"/>
            <w:gridSpan w:val="2"/>
            <w:noWrap w:val="0"/>
            <w:vAlign w:val="top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公  章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单位负责人签名：                                          年    月     日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1" w:hRule="atLeast"/>
          <w:jc w:val="center"/>
        </w:trPr>
        <w:tc>
          <w:tcPr>
            <w:tcW w:w="8820" w:type="dxa"/>
            <w:gridSpan w:val="2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主管部门或公共就业和人才服务机构审核意见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183" w:hRule="atLeast"/>
          <w:jc w:val="center"/>
        </w:trPr>
        <w:tc>
          <w:tcPr>
            <w:tcW w:w="8820" w:type="dxa"/>
            <w:gridSpan w:val="2"/>
            <w:noWrap w:val="0"/>
            <w:vAlign w:val="top"/>
          </w:tcPr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ind w:firstLine="6720" w:firstLineChars="3200"/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                                           公  章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部门负责人签名：                                             年    月     日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79" w:hRule="atLeast"/>
          <w:jc w:val="center"/>
        </w:trPr>
        <w:tc>
          <w:tcPr>
            <w:tcW w:w="4346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县（区、市）人社局审核意见</w:t>
            </w:r>
          </w:p>
        </w:tc>
        <w:tc>
          <w:tcPr>
            <w:tcW w:w="4474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市人社局（省主管部门）审核意见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255" w:hRule="atLeast"/>
          <w:jc w:val="center"/>
        </w:trPr>
        <w:tc>
          <w:tcPr>
            <w:tcW w:w="4346" w:type="dxa"/>
            <w:noWrap w:val="0"/>
            <w:vAlign w:val="center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  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经办人签名：               公  章 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  年     月     日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  <w:tc>
          <w:tcPr>
            <w:tcW w:w="4474" w:type="dxa"/>
            <w:noWrap w:val="0"/>
            <w:vAlign w:val="center"/>
          </w:tcPr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经办人签名：            公  章  </w:t>
            </w:r>
          </w:p>
          <w:p>
            <w:pPr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 xml:space="preserve">                     年    月    日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</w:p>
        </w:tc>
      </w:tr>
    </w:tbl>
    <w:p>
      <w:pPr>
        <w:ind w:firstLine="105" w:firstLineChars="50"/>
        <w:jc w:val="left"/>
        <w:rPr>
          <w:rFonts w:hint="eastAsia" w:ascii="宋体-PUA" w:hAnsi="宋体-PUA" w:eastAsia="宋体-PUA" w:cs="宋体-PUA"/>
          <w:szCs w:val="21"/>
        </w:rPr>
      </w:pPr>
      <w:r>
        <w:rPr>
          <w:rFonts w:hint="eastAsia" w:ascii="宋体-PUA" w:hAnsi="宋体-PUA" w:eastAsia="宋体-PUA" w:cs="宋体-PUA"/>
          <w:szCs w:val="21"/>
        </w:rPr>
        <w:t>注：工作单位与档案管理单位不一致的，需经档案管理单位加注意见。</w:t>
      </w:r>
    </w:p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 w:ascii="宋体-PUA" w:hAnsi="宋体-PUA" w:eastAsia="宋体-PUA" w:cs="宋体-PUA"/>
          <w:szCs w:val="21"/>
        </w:rPr>
        <w:br w:type="page"/>
      </w:r>
      <w:r>
        <w:rPr>
          <w:rFonts w:hint="eastAsia" w:ascii="华文中宋" w:hAnsi="华文中宋" w:eastAsia="华文中宋"/>
          <w:sz w:val="44"/>
          <w:szCs w:val="44"/>
        </w:rPr>
        <w:t>答  辩  情  况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882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759" w:hRule="atLeast"/>
          <w:jc w:val="center"/>
        </w:trPr>
        <w:tc>
          <w:tcPr>
            <w:tcW w:w="8820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答辩主要内容：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63" w:hRule="atLeast"/>
          <w:jc w:val="center"/>
        </w:trPr>
        <w:tc>
          <w:tcPr>
            <w:tcW w:w="8820" w:type="dxa"/>
            <w:noWrap w:val="0"/>
            <w:vAlign w:val="top"/>
          </w:tcPr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答辩结果：</w:t>
            </w: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</w:p>
          <w:p>
            <w:pPr>
              <w:rPr>
                <w:rFonts w:hint="eastAsia"/>
              </w:rPr>
            </w:pPr>
            <w:r>
              <w:rPr>
                <w:rFonts w:hint="eastAsia"/>
              </w:rPr>
              <w:t xml:space="preserve"> 答辩专业（学科）组组长签名：</w:t>
            </w:r>
          </w:p>
        </w:tc>
      </w:tr>
    </w:tbl>
    <w:p>
      <w:pPr>
        <w:jc w:val="center"/>
        <w:rPr>
          <w:rFonts w:hint="eastAsia" w:ascii="华文中宋" w:hAnsi="华文中宋" w:eastAsia="华文中宋"/>
          <w:sz w:val="44"/>
          <w:szCs w:val="44"/>
        </w:rPr>
      </w:pPr>
      <w:r>
        <w:rPr>
          <w:rFonts w:hint="eastAsia"/>
        </w:rPr>
        <w:br w:type="page"/>
      </w:r>
      <w:r>
        <w:rPr>
          <w:rFonts w:hint="eastAsia" w:ascii="华文中宋" w:hAnsi="华文中宋" w:eastAsia="华文中宋" w:cs="华文中宋"/>
          <w:sz w:val="44"/>
          <w:szCs w:val="44"/>
        </w:rPr>
        <w:t xml:space="preserve">评 委 会 </w:t>
      </w:r>
      <w:r>
        <w:rPr>
          <w:rFonts w:hint="eastAsia" w:ascii="华文中宋" w:hAnsi="华文中宋" w:eastAsia="华文中宋"/>
          <w:sz w:val="44"/>
          <w:szCs w:val="44"/>
        </w:rPr>
        <w:t>评 审 意 见</w:t>
      </w:r>
    </w:p>
    <w:tbl>
      <w:tblPr>
        <w:tblStyle w:val="8"/>
        <w:tblW w:w="0" w:type="auto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679"/>
        <w:gridCol w:w="1409"/>
        <w:gridCol w:w="720"/>
        <w:gridCol w:w="1152"/>
        <w:gridCol w:w="900"/>
        <w:gridCol w:w="1080"/>
        <w:gridCol w:w="900"/>
        <w:gridCol w:w="1080"/>
        <w:gridCol w:w="900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046" w:hRule="atLeast"/>
          <w:jc w:val="center"/>
        </w:trPr>
        <w:tc>
          <w:tcPr>
            <w:tcW w:w="679" w:type="dxa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专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业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学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科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组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议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意</w:t>
            </w:r>
            <w:r>
              <w:rPr>
                <w:rFonts w:hint="eastAsia" w:ascii="宋体-PUA" w:hAnsi="宋体-PUA" w:eastAsia="宋体-PUA" w:cs="宋体-PUA"/>
                <w:szCs w:val="21"/>
              </w:rPr>
              <w:br w:type="textWrapping"/>
            </w:r>
            <w:r>
              <w:rPr>
                <w:rFonts w:hint="eastAsia" w:ascii="宋体-PUA" w:hAnsi="宋体-PUA" w:eastAsia="宋体-PUA" w:cs="宋体-PUA"/>
                <w:szCs w:val="21"/>
              </w:rPr>
              <w:t>见</w:t>
            </w:r>
          </w:p>
        </w:tc>
        <w:tc>
          <w:tcPr>
            <w:tcW w:w="8141" w:type="dxa"/>
            <w:gridSpan w:val="8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专业（学科）组组长签名：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41" w:hRule="atLeast"/>
          <w:jc w:val="center"/>
        </w:trPr>
        <w:tc>
          <w:tcPr>
            <w:tcW w:w="679" w:type="dxa"/>
            <w:vMerge w:val="restart"/>
            <w:noWrap w:val="0"/>
            <w:vAlign w:val="center"/>
          </w:tcPr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评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审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委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员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会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意</w:t>
            </w:r>
          </w:p>
          <w:p>
            <w:pPr>
              <w:jc w:val="center"/>
              <w:rPr>
                <w:rFonts w:hint="eastAsia" w:ascii="宋体-PUA" w:hAnsi="宋体-PUA" w:eastAsia="宋体-PUA" w:cs="宋体-PUA"/>
                <w:szCs w:val="21"/>
              </w:rPr>
            </w:pPr>
            <w:r>
              <w:rPr>
                <w:rFonts w:hint="eastAsia" w:ascii="宋体-PUA" w:hAnsi="宋体-PUA" w:eastAsia="宋体-PUA" w:cs="宋体-PUA"/>
                <w:szCs w:val="21"/>
              </w:rPr>
              <w:t>见</w:t>
            </w:r>
          </w:p>
        </w:tc>
        <w:tc>
          <w:tcPr>
            <w:tcW w:w="140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执行评委人数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</w:p>
        </w:tc>
        <w:tc>
          <w:tcPr>
            <w:tcW w:w="6012" w:type="dxa"/>
            <w:gridSpan w:val="6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表决结果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635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409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实际参加人数</w:t>
            </w:r>
          </w:p>
        </w:tc>
        <w:tc>
          <w:tcPr>
            <w:tcW w:w="72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152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赞成人数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反对人数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szCs w:val="21"/>
              </w:rPr>
            </w:pPr>
          </w:p>
        </w:tc>
        <w:tc>
          <w:tcPr>
            <w:tcW w:w="1080" w:type="dxa"/>
            <w:noWrap w:val="0"/>
            <w:vAlign w:val="center"/>
          </w:tcPr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>弃权人数</w:t>
            </w:r>
          </w:p>
        </w:tc>
        <w:tc>
          <w:tcPr>
            <w:tcW w:w="900" w:type="dxa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cantSplit/>
          <w:trHeight w:val="2390" w:hRule="atLeast"/>
          <w:jc w:val="center"/>
        </w:trPr>
        <w:tc>
          <w:tcPr>
            <w:tcW w:w="679" w:type="dxa"/>
            <w:vMerge w:val="continue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</w:tc>
        <w:tc>
          <w:tcPr>
            <w:tcW w:w="8141" w:type="dxa"/>
            <w:gridSpan w:val="8"/>
            <w:noWrap w:val="0"/>
            <w:vAlign w:val="center"/>
          </w:tcPr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 w:val="18"/>
                <w:szCs w:val="18"/>
              </w:rPr>
            </w:pPr>
          </w:p>
          <w:p>
            <w:pPr>
              <w:jc w:val="center"/>
              <w:rPr>
                <w:szCs w:val="21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公   章</w:t>
            </w:r>
          </w:p>
          <w:p>
            <w:pPr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    评委会主任签名：                               年    月    日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942" w:hRule="atLeast"/>
          <w:jc w:val="center"/>
        </w:trPr>
        <w:tc>
          <w:tcPr>
            <w:tcW w:w="882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 w:ascii="华文中宋" w:hAnsi="华文中宋" w:eastAsia="华文中宋" w:cs="华文中宋"/>
                <w:sz w:val="44"/>
                <w:szCs w:val="44"/>
              </w:rPr>
              <w:t>评 审 结 果 审 核 意 见</w:t>
            </w:r>
            <w:r>
              <w:rPr>
                <w:rFonts w:hint="eastAsia"/>
                <w:sz w:val="18"/>
                <w:szCs w:val="18"/>
              </w:rPr>
              <w:t xml:space="preserve">                       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036" w:hRule="atLeast"/>
          <w:jc w:val="center"/>
        </w:trPr>
        <w:tc>
          <w:tcPr>
            <w:tcW w:w="8820" w:type="dxa"/>
            <w:gridSpan w:val="9"/>
            <w:noWrap w:val="0"/>
            <w:vAlign w:val="center"/>
          </w:tcPr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 w:val="18"/>
                <w:szCs w:val="18"/>
              </w:rPr>
              <w:t xml:space="preserve">                                                  </w:t>
            </w:r>
            <w:r>
              <w:rPr>
                <w:rFonts w:hint="eastAsia"/>
                <w:szCs w:val="21"/>
              </w:rPr>
              <w:t xml:space="preserve">         公   章</w:t>
            </w:r>
          </w:p>
          <w:p>
            <w:pPr>
              <w:jc w:val="center"/>
              <w:rPr>
                <w:rFonts w:hint="eastAsia"/>
                <w:szCs w:val="21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   </w:t>
            </w:r>
          </w:p>
          <w:p>
            <w:pPr>
              <w:jc w:val="center"/>
              <w:rPr>
                <w:rFonts w:hint="eastAsia"/>
                <w:sz w:val="18"/>
                <w:szCs w:val="18"/>
              </w:rPr>
            </w:pPr>
            <w:r>
              <w:rPr>
                <w:rFonts w:hint="eastAsia"/>
                <w:szCs w:val="21"/>
              </w:rPr>
              <w:t xml:space="preserve">                                                    年    月    日</w:t>
            </w:r>
          </w:p>
        </w:tc>
      </w:tr>
    </w:tbl>
    <w:p>
      <w:pPr>
        <w:rPr>
          <w:rFonts w:hint="eastAsia"/>
        </w:rPr>
      </w:pPr>
    </w:p>
    <w:p>
      <w:pPr>
        <w:spacing w:line="6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专业技术职称申报材料真实性</w:t>
      </w:r>
    </w:p>
    <w:p>
      <w:pPr>
        <w:spacing w:line="660" w:lineRule="exact"/>
        <w:jc w:val="center"/>
        <w:rPr>
          <w:rFonts w:hint="eastAsia" w:ascii="华文中宋" w:hAnsi="华文中宋" w:eastAsia="华文中宋" w:cs="华文中宋"/>
          <w:sz w:val="44"/>
          <w:szCs w:val="44"/>
        </w:rPr>
      </w:pPr>
      <w:r>
        <w:rPr>
          <w:rFonts w:hint="eastAsia" w:ascii="华文中宋" w:hAnsi="华文中宋" w:eastAsia="华文中宋" w:cs="华文中宋"/>
          <w:sz w:val="44"/>
          <w:szCs w:val="44"/>
        </w:rPr>
        <w:t>承诺书</w:t>
      </w:r>
    </w:p>
    <w:p>
      <w:pPr>
        <w:spacing w:line="360" w:lineRule="auto"/>
        <w:jc w:val="center"/>
        <w:rPr>
          <w:rFonts w:hint="eastAsia"/>
          <w:b/>
          <w:bCs/>
          <w:sz w:val="32"/>
          <w:szCs w:val="32"/>
        </w:rPr>
      </w:pP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本人申报                 专业技术职称，承诺所提供各种表格、相关证书、业绩成果、论文论著等全部材料（原件及复印件）均真实可靠。如有任何不实，愿按照《职称评审管理暂行规定》（人力资源和社会保障部令第40号）的有关规定接受处理。</w:t>
      </w:r>
    </w:p>
    <w:p>
      <w:pPr>
        <w:pStyle w:val="7"/>
        <w:widowControl/>
        <w:shd w:val="clear" w:color="auto" w:fill="FFFFFF"/>
        <w:spacing w:before="0" w:beforeAutospacing="0" w:after="0" w:afterAutospacing="0" w:line="30" w:lineRule="atLeas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 xml:space="preserve">学历证书编号：            </w:t>
      </w:r>
    </w:p>
    <w:p>
      <w:pPr>
        <w:pStyle w:val="7"/>
        <w:widowControl/>
        <w:shd w:val="clear" w:color="auto" w:fill="FFFFFF"/>
        <w:spacing w:before="0" w:beforeAutospacing="0" w:after="0" w:afterAutospacing="0" w:line="30" w:lineRule="atLeast"/>
        <w:ind w:firstLine="64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shd w:val="clear" w:color="auto" w:fill="FFFFFF"/>
        </w:rPr>
        <w:t>学位证书编号：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5100" w:firstLineChars="17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申报人：</w:t>
      </w:r>
    </w:p>
    <w:p>
      <w:pPr>
        <w:spacing w:line="360" w:lineRule="auto"/>
        <w:ind w:firstLine="5100" w:firstLineChars="17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年    月    日</w:t>
      </w:r>
    </w:p>
    <w:p>
      <w:pPr>
        <w:spacing w:line="360" w:lineRule="auto"/>
        <w:ind w:firstLine="5700" w:firstLineChars="1900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  <w:u w:val="single"/>
        </w:rPr>
      </w:pPr>
      <w:r>
        <w:rPr>
          <w:rFonts w:hint="eastAsia" w:ascii="仿宋_GB2312" w:hAnsi="仿宋_GB2312" w:eastAsia="仿宋_GB2312" w:cs="仿宋_GB2312"/>
          <w:sz w:val="30"/>
          <w:szCs w:val="30"/>
          <w:u w:val="single"/>
        </w:rPr>
        <w:t xml:space="preserve">                                                       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>经审核，兹</w:t>
      </w:r>
      <w:r>
        <w:rPr>
          <w:rFonts w:hint="eastAsia" w:eastAsia="仿宋_GB2312"/>
          <w:sz w:val="30"/>
          <w:szCs w:val="30"/>
        </w:rPr>
        <w:t>承诺我单位工作人员           同志</w:t>
      </w:r>
      <w:r>
        <w:rPr>
          <w:rFonts w:hint="eastAsia" w:ascii="仿宋_GB2312" w:hAnsi="仿宋_GB2312" w:eastAsia="仿宋_GB2312" w:cs="仿宋_GB2312"/>
          <w:sz w:val="30"/>
          <w:szCs w:val="30"/>
        </w:rPr>
        <w:t>所提供的职称申报材料属实。如有弄虚作假，愿承担相应责任。</w:t>
      </w:r>
    </w:p>
    <w:p>
      <w:pPr>
        <w:spacing w:line="360" w:lineRule="auto"/>
        <w:rPr>
          <w:rFonts w:hint="eastAsia" w:ascii="仿宋_GB2312" w:hAnsi="仿宋_GB2312" w:eastAsia="仿宋_GB2312" w:cs="仿宋_GB2312"/>
          <w:sz w:val="30"/>
          <w:szCs w:val="30"/>
        </w:rPr>
      </w:pP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单  位（盖印）：</w:t>
      </w:r>
    </w:p>
    <w:p>
      <w:pPr>
        <w:spacing w:line="360" w:lineRule="auto"/>
        <w:ind w:firstLine="600" w:firstLineChars="200"/>
        <w:rPr>
          <w:rFonts w:hint="eastAsia" w:ascii="仿宋_GB2312" w:hAnsi="仿宋_GB2312" w:eastAsia="仿宋_GB2312" w:cs="仿宋_GB2312"/>
          <w:sz w:val="30"/>
          <w:szCs w:val="30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负责人（签名）：</w:t>
      </w:r>
    </w:p>
    <w:p>
      <w:pPr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hAnsi="仿宋_GB2312" w:eastAsia="仿宋_GB2312" w:cs="仿宋_GB2312"/>
          <w:sz w:val="30"/>
          <w:szCs w:val="30"/>
        </w:rPr>
        <w:t xml:space="preserve">                                  年    月    日</w:t>
      </w:r>
    </w:p>
    <w:p>
      <w:pPr>
        <w:spacing w:line="610" w:lineRule="exact"/>
        <w:jc w:val="left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</w:p>
    <w:sectPr>
      <w:pgSz w:w="11906" w:h="16838"/>
      <w:pgMar w:top="1440" w:right="1797" w:bottom="1440" w:left="1797" w:header="851" w:footer="992" w:gutter="0"/>
      <w:pgNumType w:fmt="numberInDash"/>
      <w:cols w:space="425" w:num="1"/>
      <w:docGrid w:type="linesAndChar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altName w:val="Nimbus Roman No9 L"/>
    <w:panose1 w:val="02020603050405020304"/>
    <w:charset w:val="86"/>
    <w:family w:val="auto"/>
    <w:pitch w:val="default"/>
    <w:sig w:usb0="00000000" w:usb1="00000000" w:usb2="00000009" w:usb3="00000000" w:csb0="400001FF" w:csb1="FFFF0000"/>
  </w:font>
  <w:font w:name="宋体">
    <w:altName w:val="方正书宋_GBK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altName w:val="Nimbus Roman No9 L"/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altName w:val="DejaVu Sans"/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altName w:val="DejaVu Sans"/>
    <w:panose1 w:val="020F0502020204030204"/>
    <w:charset w:val="00"/>
    <w:family w:val="swiss"/>
    <w:pitch w:val="default"/>
    <w:sig w:usb0="00000000" w:usb1="00000000" w:usb2="00000001" w:usb3="00000000" w:csb0="0000019F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方正小标宋简体">
    <w:panose1 w:val="02000000000000000000"/>
    <w:charset w:val="86"/>
    <w:family w:val="auto"/>
    <w:pitch w:val="default"/>
    <w:sig w:usb0="A00002BF" w:usb1="184F6CFA" w:usb2="00000012" w:usb3="00000000" w:csb0="00040001" w:csb1="00000000"/>
  </w:font>
  <w:font w:name="华文仿宋">
    <w:panose1 w:val="02010600040101010101"/>
    <w:charset w:val="86"/>
    <w:family w:val="auto"/>
    <w:pitch w:val="default"/>
    <w:sig w:usb0="00000287" w:usb1="080F0000" w:usb2="00000000" w:usb3="00000000" w:csb0="0004009F" w:csb1="DFD7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华文中宋">
    <w:altName w:val="汉仪中宋简"/>
    <w:panose1 w:val="02010600040101010101"/>
    <w:charset w:val="86"/>
    <w:family w:val="auto"/>
    <w:pitch w:val="default"/>
    <w:sig w:usb0="00000000" w:usb1="00000000" w:usb2="00000000" w:usb3="00000000" w:csb0="0004009F" w:csb1="DFD70000"/>
  </w:font>
  <w:font w:name="宋体-PUA">
    <w:altName w:val="方正书宋_GBK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方正书宋_GBK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DejaVu Sans">
    <w:panose1 w:val="020B0603030804020204"/>
    <w:charset w:val="00"/>
    <w:family w:val="auto"/>
    <w:pitch w:val="default"/>
    <w:sig w:usb0="E7006EFF" w:usb1="D200FDFF" w:usb2="0A246029" w:usb3="0400200C" w:csb0="600001FF" w:csb1="DFFF0000"/>
  </w:font>
  <w:font w:name="方正宋体S-超大字符集">
    <w:panose1 w:val="02000000000000000000"/>
    <w:charset w:val="86"/>
    <w:family w:val="auto"/>
    <w:pitch w:val="default"/>
    <w:sig w:usb0="00000001" w:usb1="08000000" w:usb2="00000000" w:usb3="00000000" w:csb0="00040000" w:csb1="00000000"/>
  </w:font>
  <w:font w:name="Nimbus Roman No9 L"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汉仪中宋简">
    <w:panose1 w:val="02010600000101010101"/>
    <w:charset w:val="86"/>
    <w:family w:val="auto"/>
    <w:pitch w:val="default"/>
    <w:sig w:usb0="00000001" w:usb1="080E0800" w:usb2="00000002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Align="top"/>
      <w:pBdr>
        <w:between w:val="none" w:color="auto" w:sz="0" w:space="0"/>
      </w:pBdr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="1"/>
      <w:rPr>
        <w:rStyle w:val="10"/>
      </w:rPr>
    </w:pPr>
    <w:r>
      <w:fldChar w:fldCharType="begin"/>
    </w:r>
    <w:r>
      <w:rPr>
        <w:rStyle w:val="10"/>
      </w:rPr>
      <w:instrText xml:space="preserve">PAGE  </w:instrText>
    </w:r>
    <w:r>
      <w:fldChar w:fldCharType="separate"/>
    </w:r>
    <w:r>
      <w:rPr>
        <w:rStyle w:val="10"/>
      </w:rPr>
      <w:t>1</w:t>
    </w:r>
    <w:r>
      <w:fldChar w:fldCharType="end"/>
    </w:r>
  </w:p>
  <w:p>
    <w:pPr>
      <w:pStyle w:val="5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framePr w:wrap="around" w:vAnchor="text" w:hAnchor="margin" w:xAlign="center" w:yAlign="top"/>
      <w:pBdr>
        <w:between w:val="none" w:color="auto" w:sz="0" w:space="0"/>
      </w:pBdr>
    </w:pPr>
  </w:p>
</w:ftr>
</file>

<file path=word/footer4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</w:pPr>
    <w:r>
      <w:pict>
        <v:rect id="文本框17" o:spid="_x0000_s1031" o:spt="1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>
          <v:path/>
          <v:fill on="f" focussize="0,0"/>
          <v:stroke on="f"/>
          <v:imagedata o:title=""/>
          <o:lock v:ext="edit" grouping="f" rotation="f" text="f" aspectratio="f"/>
          <v:textbox inset="0mm,0mm,0mm,0mm" style="mso-fit-shape-to-text:t;">
            <w:txbxContent>
              <w:p>
                <w:pPr>
                  <w:snapToGrid w:val="0"/>
                  <w:rPr>
                    <w:rFonts w:hint="eastAsia"/>
                    <w:sz w:val="18"/>
                  </w:rPr>
                </w:pPr>
                <w:r>
                  <w:rPr>
                    <w:rFonts w:hint="eastAsia"/>
                    <w:sz w:val="18"/>
                  </w:rPr>
                  <w:fldChar w:fldCharType="begin"/>
                </w:r>
                <w:r>
                  <w:rPr>
                    <w:rFonts w:hint="eastAsia"/>
                    <w:sz w:val="18"/>
                  </w:rPr>
                  <w:instrText xml:space="preserve"> PAGE  \* MERGEFORMAT </w:instrText>
                </w:r>
                <w:r>
                  <w:rPr>
                    <w:rFonts w:hint="eastAsia"/>
                    <w:sz w:val="18"/>
                  </w:rPr>
                  <w:fldChar w:fldCharType="separate"/>
                </w:r>
                <w:r>
                  <w:t>1</w:t>
                </w:r>
                <w:r>
                  <w:rPr>
                    <w:rFonts w:hint="eastAsia"/>
                    <w:sz w:val="18"/>
                  </w:rPr>
                  <w:fldChar w:fldCharType="end"/>
                </w:r>
              </w:p>
            </w:txbxContent>
          </v:textbox>
        </v:rect>
      </w:pic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/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00000000"/>
    <w:multiLevelType w:val="multilevel"/>
    <w:tmpl w:val="00000000"/>
    <w:lvl w:ilvl="0" w:tentative="0">
      <w:start w:val="1"/>
      <w:numFmt w:val="decimal"/>
      <w:suff w:val="nothing"/>
      <w:lvlText w:val="%1、"/>
      <w:lvlJc w:val="left"/>
      <w:rPr>
        <w:rFonts w:hint="default" w:ascii="Times New Roman"/>
      </w:rPr>
    </w:lvl>
    <w:lvl w:ilvl="1" w:tentative="0">
      <w:start w:val="1"/>
      <w:numFmt w:val="decimal"/>
      <w:lvlText w:val=""/>
      <w:lvlJc w:val="left"/>
    </w:lvl>
    <w:lvl w:ilvl="2" w:tentative="0">
      <w:start w:val="1"/>
      <w:numFmt w:val="decimal"/>
      <w:lvlText w:val=""/>
      <w:lvlJc w:val="left"/>
    </w:lvl>
    <w:lvl w:ilvl="3" w:tentative="0">
      <w:start w:val="1"/>
      <w:numFmt w:val="decimal"/>
      <w:lvlText w:val=""/>
      <w:lvlJc w:val="left"/>
    </w:lvl>
    <w:lvl w:ilvl="4" w:tentative="0">
      <w:start w:val="1"/>
      <w:numFmt w:val="decimal"/>
      <w:lvlText w:val=""/>
      <w:lvlJc w:val="left"/>
    </w:lvl>
    <w:lvl w:ilvl="5" w:tentative="0">
      <w:start w:val="1"/>
      <w:numFmt w:val="decimal"/>
      <w:lvlText w:val=""/>
      <w:lvlJc w:val="left"/>
    </w:lvl>
    <w:lvl w:ilvl="6" w:tentative="0">
      <w:start w:val="1"/>
      <w:numFmt w:val="decimal"/>
      <w:lvlText w:val=""/>
      <w:lvlJc w:val="left"/>
    </w:lvl>
    <w:lvl w:ilvl="7" w:tentative="0">
      <w:start w:val="1"/>
      <w:numFmt w:val="decimal"/>
      <w:lvlText w:val=""/>
      <w:lvlJc w:val="left"/>
    </w:lvl>
    <w:lvl w:ilvl="8" w:tentative="0">
      <w:start w:val="1"/>
      <w:numFmt w:val="decimal"/>
      <w:lvlText w:val=""/>
      <w:lvlJc w:val="left"/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bordersDoNotSurroundHeader w:val="false"/>
  <w:bordersDoNotSurroundFooter w:val="false"/>
  <w:attachedTemplate r:id="rId1"/>
  <w:documentProtection w:enforcement="0"/>
  <w:defaultTabStop w:val="420"/>
  <w:drawingGridHorizontalSpacing w:val="105"/>
  <w:drawingGridVerticalSpacing w:val="159"/>
  <w:displayHorizontalDrawingGridEvery w:val="1"/>
  <w:displayVerticalDrawingGridEvery w:val="2"/>
  <w:noPunctuationKerning w:val="true"/>
  <w:characterSpacingControl w:val="compressPunctuation"/>
  <w:hdrShapeDefaults>
    <o:shapelayout v:ext="edit">
      <o:idmap v:ext="edit" data="1"/>
    </o:shapelayout>
  </w:hdrShapeDefaults>
  <w:compat>
    <w:spaceForUL/>
    <w:balanceSingleByteDoubleByteWidth/>
    <w:doNotLeaveBackslashAlone/>
    <w:ulTrailSpace/>
    <w:doNotExpandShiftReturn/>
    <w:adjustLineHeightInTable/>
    <w:useFELayout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72A27"/>
    <w:rsid w:val="0008425A"/>
    <w:rsid w:val="000A0008"/>
    <w:rsid w:val="000B6399"/>
    <w:rsid w:val="000E4FAC"/>
    <w:rsid w:val="000F37CA"/>
    <w:rsid w:val="00137342"/>
    <w:rsid w:val="001454FE"/>
    <w:rsid w:val="0015101B"/>
    <w:rsid w:val="00153A71"/>
    <w:rsid w:val="001858B5"/>
    <w:rsid w:val="0023312F"/>
    <w:rsid w:val="0023750F"/>
    <w:rsid w:val="00252DF5"/>
    <w:rsid w:val="00282380"/>
    <w:rsid w:val="002B3292"/>
    <w:rsid w:val="002B612B"/>
    <w:rsid w:val="002C1D0A"/>
    <w:rsid w:val="00336F22"/>
    <w:rsid w:val="00342912"/>
    <w:rsid w:val="00346174"/>
    <w:rsid w:val="0036084A"/>
    <w:rsid w:val="00385A4A"/>
    <w:rsid w:val="003A0B77"/>
    <w:rsid w:val="00444860"/>
    <w:rsid w:val="0048056C"/>
    <w:rsid w:val="004F7C44"/>
    <w:rsid w:val="005A5CA0"/>
    <w:rsid w:val="005C164B"/>
    <w:rsid w:val="005D1CF1"/>
    <w:rsid w:val="00640760"/>
    <w:rsid w:val="006408EF"/>
    <w:rsid w:val="00651DBA"/>
    <w:rsid w:val="006904D4"/>
    <w:rsid w:val="006A5A4A"/>
    <w:rsid w:val="00781E9A"/>
    <w:rsid w:val="007A7058"/>
    <w:rsid w:val="008915D6"/>
    <w:rsid w:val="008C21A7"/>
    <w:rsid w:val="008D2E1C"/>
    <w:rsid w:val="008E25A8"/>
    <w:rsid w:val="00904CC5"/>
    <w:rsid w:val="00906D65"/>
    <w:rsid w:val="00956A24"/>
    <w:rsid w:val="00965A39"/>
    <w:rsid w:val="00A0740A"/>
    <w:rsid w:val="00A10460"/>
    <w:rsid w:val="00A95823"/>
    <w:rsid w:val="00AB4AC6"/>
    <w:rsid w:val="00BF4172"/>
    <w:rsid w:val="00CA12E8"/>
    <w:rsid w:val="00D606EA"/>
    <w:rsid w:val="00D6383E"/>
    <w:rsid w:val="00E4302F"/>
    <w:rsid w:val="00E44542"/>
    <w:rsid w:val="00EB0D86"/>
    <w:rsid w:val="00EF2858"/>
    <w:rsid w:val="00F33427"/>
    <w:rsid w:val="00F6300E"/>
    <w:rsid w:val="00F645C6"/>
    <w:rsid w:val="00F661B1"/>
    <w:rsid w:val="00FF2835"/>
    <w:rsid w:val="02D13AFE"/>
    <w:rsid w:val="04BA4870"/>
    <w:rsid w:val="078FD924"/>
    <w:rsid w:val="07CF4AA9"/>
    <w:rsid w:val="0E3F6090"/>
    <w:rsid w:val="0FBDEC56"/>
    <w:rsid w:val="0FE77D6C"/>
    <w:rsid w:val="12377B1F"/>
    <w:rsid w:val="140162F6"/>
    <w:rsid w:val="15F66545"/>
    <w:rsid w:val="15F79822"/>
    <w:rsid w:val="1AEF388E"/>
    <w:rsid w:val="1EF7B94D"/>
    <w:rsid w:val="1F375820"/>
    <w:rsid w:val="1F3F1174"/>
    <w:rsid w:val="1F7C50F8"/>
    <w:rsid w:val="1FFA61A0"/>
    <w:rsid w:val="1FFF5453"/>
    <w:rsid w:val="20D73E12"/>
    <w:rsid w:val="23550FF1"/>
    <w:rsid w:val="23ECAD5C"/>
    <w:rsid w:val="285105EC"/>
    <w:rsid w:val="29FF6A66"/>
    <w:rsid w:val="2E3631FC"/>
    <w:rsid w:val="2EFD4BDB"/>
    <w:rsid w:val="2FB046AA"/>
    <w:rsid w:val="2FF7C1D0"/>
    <w:rsid w:val="325B1C0A"/>
    <w:rsid w:val="34FCB3CF"/>
    <w:rsid w:val="34FD09C7"/>
    <w:rsid w:val="35FB56D8"/>
    <w:rsid w:val="36BF753B"/>
    <w:rsid w:val="379703BB"/>
    <w:rsid w:val="37CBFC27"/>
    <w:rsid w:val="37EBA362"/>
    <w:rsid w:val="37F7C2FC"/>
    <w:rsid w:val="37FEDC3A"/>
    <w:rsid w:val="395BA0C5"/>
    <w:rsid w:val="3B7777B8"/>
    <w:rsid w:val="3BEE930C"/>
    <w:rsid w:val="3CB7618C"/>
    <w:rsid w:val="3DCD69CB"/>
    <w:rsid w:val="3DD78560"/>
    <w:rsid w:val="3EF7A1D6"/>
    <w:rsid w:val="3F5F25AE"/>
    <w:rsid w:val="3F7DC8A6"/>
    <w:rsid w:val="3F7FD20F"/>
    <w:rsid w:val="3FB447B4"/>
    <w:rsid w:val="3FBA08C9"/>
    <w:rsid w:val="3FD574DB"/>
    <w:rsid w:val="3FDFE762"/>
    <w:rsid w:val="3FE7A8A9"/>
    <w:rsid w:val="41B8058C"/>
    <w:rsid w:val="455FC28A"/>
    <w:rsid w:val="45DF45C8"/>
    <w:rsid w:val="46A23274"/>
    <w:rsid w:val="46FAC975"/>
    <w:rsid w:val="47A64335"/>
    <w:rsid w:val="4E69608B"/>
    <w:rsid w:val="4F7E5A10"/>
    <w:rsid w:val="52AB9B0B"/>
    <w:rsid w:val="537D30BD"/>
    <w:rsid w:val="539B5EBE"/>
    <w:rsid w:val="54F65E6A"/>
    <w:rsid w:val="56422460"/>
    <w:rsid w:val="56DD34A1"/>
    <w:rsid w:val="58FF7F46"/>
    <w:rsid w:val="5B1F726C"/>
    <w:rsid w:val="5B6F4949"/>
    <w:rsid w:val="5B9F84B2"/>
    <w:rsid w:val="5BAFC4BC"/>
    <w:rsid w:val="5D7FA82B"/>
    <w:rsid w:val="5D9F4AAF"/>
    <w:rsid w:val="5DCD15FB"/>
    <w:rsid w:val="5DEF35CB"/>
    <w:rsid w:val="5DF41D76"/>
    <w:rsid w:val="5DFE3AA2"/>
    <w:rsid w:val="5EA78417"/>
    <w:rsid w:val="5F47BDEC"/>
    <w:rsid w:val="5FAB0460"/>
    <w:rsid w:val="5FBB66DF"/>
    <w:rsid w:val="5FDEAD8B"/>
    <w:rsid w:val="5FFF8B21"/>
    <w:rsid w:val="5FFFF301"/>
    <w:rsid w:val="60A3FA4C"/>
    <w:rsid w:val="61E39C71"/>
    <w:rsid w:val="63FFA91E"/>
    <w:rsid w:val="64561BFA"/>
    <w:rsid w:val="64AB2634"/>
    <w:rsid w:val="64FFED97"/>
    <w:rsid w:val="6747707C"/>
    <w:rsid w:val="675F15D1"/>
    <w:rsid w:val="677B7070"/>
    <w:rsid w:val="677F4843"/>
    <w:rsid w:val="67CFC881"/>
    <w:rsid w:val="697EA8CB"/>
    <w:rsid w:val="6A1E408D"/>
    <w:rsid w:val="6AFDB512"/>
    <w:rsid w:val="6AFE87F8"/>
    <w:rsid w:val="6B3F17D2"/>
    <w:rsid w:val="6B7BF2B4"/>
    <w:rsid w:val="6B9C8238"/>
    <w:rsid w:val="6BAF9374"/>
    <w:rsid w:val="6C7A4606"/>
    <w:rsid w:val="6CBF6ECB"/>
    <w:rsid w:val="6CFD5289"/>
    <w:rsid w:val="6DFFA443"/>
    <w:rsid w:val="6E5E6839"/>
    <w:rsid w:val="6EF47B19"/>
    <w:rsid w:val="6EFFB156"/>
    <w:rsid w:val="6F7EB3EF"/>
    <w:rsid w:val="6FD4A8A7"/>
    <w:rsid w:val="6FEA8FC2"/>
    <w:rsid w:val="6FEB5605"/>
    <w:rsid w:val="6FED7113"/>
    <w:rsid w:val="6FFD5C8D"/>
    <w:rsid w:val="715929C6"/>
    <w:rsid w:val="717D3077"/>
    <w:rsid w:val="71FD507D"/>
    <w:rsid w:val="728C3831"/>
    <w:rsid w:val="730BF83A"/>
    <w:rsid w:val="746F985B"/>
    <w:rsid w:val="75094DA6"/>
    <w:rsid w:val="75CDC637"/>
    <w:rsid w:val="75EEBD86"/>
    <w:rsid w:val="75F243BA"/>
    <w:rsid w:val="76EFC8A3"/>
    <w:rsid w:val="77778E0D"/>
    <w:rsid w:val="777B73BE"/>
    <w:rsid w:val="77B55726"/>
    <w:rsid w:val="77BF6B7D"/>
    <w:rsid w:val="77F02E93"/>
    <w:rsid w:val="77F9D5DA"/>
    <w:rsid w:val="77F9DA6F"/>
    <w:rsid w:val="77FBB49F"/>
    <w:rsid w:val="77FEA5E0"/>
    <w:rsid w:val="77FF26B8"/>
    <w:rsid w:val="79583359"/>
    <w:rsid w:val="79DA0F20"/>
    <w:rsid w:val="7AFA2120"/>
    <w:rsid w:val="7B3FC908"/>
    <w:rsid w:val="7B7E5954"/>
    <w:rsid w:val="7BBBF19D"/>
    <w:rsid w:val="7BEF3DAD"/>
    <w:rsid w:val="7BFA8007"/>
    <w:rsid w:val="7BFD5D97"/>
    <w:rsid w:val="7BFF4CBE"/>
    <w:rsid w:val="7BFFBF18"/>
    <w:rsid w:val="7C9C8E44"/>
    <w:rsid w:val="7CF3A16B"/>
    <w:rsid w:val="7D6F366F"/>
    <w:rsid w:val="7DCB5948"/>
    <w:rsid w:val="7DE777D9"/>
    <w:rsid w:val="7DF5F767"/>
    <w:rsid w:val="7DFA35C9"/>
    <w:rsid w:val="7E3DCE98"/>
    <w:rsid w:val="7E89876D"/>
    <w:rsid w:val="7EB746D9"/>
    <w:rsid w:val="7EDEC225"/>
    <w:rsid w:val="7EDFD1CF"/>
    <w:rsid w:val="7EDFD7F4"/>
    <w:rsid w:val="7EE5957F"/>
    <w:rsid w:val="7EF758FE"/>
    <w:rsid w:val="7EFB5E52"/>
    <w:rsid w:val="7EFB71AE"/>
    <w:rsid w:val="7EFFC2C6"/>
    <w:rsid w:val="7F570460"/>
    <w:rsid w:val="7F6535E8"/>
    <w:rsid w:val="7F7336F8"/>
    <w:rsid w:val="7F7BF7F0"/>
    <w:rsid w:val="7FBBC8CB"/>
    <w:rsid w:val="7FBDA6A5"/>
    <w:rsid w:val="7FBEF455"/>
    <w:rsid w:val="7FDF79F1"/>
    <w:rsid w:val="7FE122ED"/>
    <w:rsid w:val="7FEF02C3"/>
    <w:rsid w:val="7FFE5AD7"/>
    <w:rsid w:val="7FFE9BF0"/>
    <w:rsid w:val="7FFF5F84"/>
    <w:rsid w:val="7FFFDCFE"/>
    <w:rsid w:val="8ADF8C83"/>
    <w:rsid w:val="8C6F8D05"/>
    <w:rsid w:val="8EEFD262"/>
    <w:rsid w:val="95F72B79"/>
    <w:rsid w:val="96FCC34B"/>
    <w:rsid w:val="9C5FE007"/>
    <w:rsid w:val="9DFEAF4A"/>
    <w:rsid w:val="9F7EF0D5"/>
    <w:rsid w:val="9FADDF3E"/>
    <w:rsid w:val="9FB76F9B"/>
    <w:rsid w:val="A7579F0A"/>
    <w:rsid w:val="A9F9BDF9"/>
    <w:rsid w:val="AAE7E650"/>
    <w:rsid w:val="AEEF360D"/>
    <w:rsid w:val="AF4FB4CD"/>
    <w:rsid w:val="AF6E19E7"/>
    <w:rsid w:val="B0FBF8B2"/>
    <w:rsid w:val="B2FD50FD"/>
    <w:rsid w:val="B3F3395A"/>
    <w:rsid w:val="B5FDFC6D"/>
    <w:rsid w:val="B9FF5D9F"/>
    <w:rsid w:val="BB6D0398"/>
    <w:rsid w:val="BBBE3229"/>
    <w:rsid w:val="BCFF7E28"/>
    <w:rsid w:val="BDF9308B"/>
    <w:rsid w:val="BE7EC54C"/>
    <w:rsid w:val="BF7FF65F"/>
    <w:rsid w:val="BF976037"/>
    <w:rsid w:val="BFCF10C4"/>
    <w:rsid w:val="BFFB11B3"/>
    <w:rsid w:val="BFFD1200"/>
    <w:rsid w:val="BFFF0266"/>
    <w:rsid w:val="CBFF470E"/>
    <w:rsid w:val="D3DB0CC6"/>
    <w:rsid w:val="D3DB14F3"/>
    <w:rsid w:val="D3FBA95A"/>
    <w:rsid w:val="D4A78D02"/>
    <w:rsid w:val="D766CBB7"/>
    <w:rsid w:val="D78E71FE"/>
    <w:rsid w:val="D7DF3811"/>
    <w:rsid w:val="D8FB9368"/>
    <w:rsid w:val="DBBB8098"/>
    <w:rsid w:val="DBBFDD85"/>
    <w:rsid w:val="DBFE32EC"/>
    <w:rsid w:val="DD978071"/>
    <w:rsid w:val="DEDF5353"/>
    <w:rsid w:val="DF5B8064"/>
    <w:rsid w:val="DF67B632"/>
    <w:rsid w:val="DF7FA5C4"/>
    <w:rsid w:val="DFE6E78F"/>
    <w:rsid w:val="DFF78C2A"/>
    <w:rsid w:val="DFF9D7BD"/>
    <w:rsid w:val="DFFB5973"/>
    <w:rsid w:val="DFFBAE3B"/>
    <w:rsid w:val="DFFE3FB7"/>
    <w:rsid w:val="E1FBE871"/>
    <w:rsid w:val="E3C15FD8"/>
    <w:rsid w:val="E3FB940D"/>
    <w:rsid w:val="E49F21EB"/>
    <w:rsid w:val="E53B1AB3"/>
    <w:rsid w:val="E6BF9EA9"/>
    <w:rsid w:val="E7FB2BDC"/>
    <w:rsid w:val="EADB4EE2"/>
    <w:rsid w:val="EBFB0722"/>
    <w:rsid w:val="ECEDD23F"/>
    <w:rsid w:val="ECFF8847"/>
    <w:rsid w:val="EDEFDA5F"/>
    <w:rsid w:val="EE1FDDAD"/>
    <w:rsid w:val="EEFCE72C"/>
    <w:rsid w:val="EEFDCFE6"/>
    <w:rsid w:val="EEFF2A35"/>
    <w:rsid w:val="EFA945CE"/>
    <w:rsid w:val="EFB7161D"/>
    <w:rsid w:val="EFEAAC03"/>
    <w:rsid w:val="EFEFFFED"/>
    <w:rsid w:val="EFF8A353"/>
    <w:rsid w:val="EFFD0120"/>
    <w:rsid w:val="EFFDDD3B"/>
    <w:rsid w:val="F1CF7300"/>
    <w:rsid w:val="F26E2DCD"/>
    <w:rsid w:val="F2BE394E"/>
    <w:rsid w:val="F2F974C9"/>
    <w:rsid w:val="F3B7F5B5"/>
    <w:rsid w:val="F3F714ED"/>
    <w:rsid w:val="F3FF70DB"/>
    <w:rsid w:val="F4398954"/>
    <w:rsid w:val="F59FD83E"/>
    <w:rsid w:val="F70F703D"/>
    <w:rsid w:val="F72ADB09"/>
    <w:rsid w:val="F77FD668"/>
    <w:rsid w:val="F7BA3815"/>
    <w:rsid w:val="F7D7392E"/>
    <w:rsid w:val="F7D97243"/>
    <w:rsid w:val="F7DD5128"/>
    <w:rsid w:val="F7FE4766"/>
    <w:rsid w:val="FA1F922A"/>
    <w:rsid w:val="FAF27213"/>
    <w:rsid w:val="FB9E07B1"/>
    <w:rsid w:val="FBDE793D"/>
    <w:rsid w:val="FBDFCE97"/>
    <w:rsid w:val="FBE7B2EC"/>
    <w:rsid w:val="FC7208C1"/>
    <w:rsid w:val="FC7F10A8"/>
    <w:rsid w:val="FCDB7AEC"/>
    <w:rsid w:val="FCFD13D0"/>
    <w:rsid w:val="FCFDCCF0"/>
    <w:rsid w:val="FD7D71FA"/>
    <w:rsid w:val="FDF7F07B"/>
    <w:rsid w:val="FDFF9093"/>
    <w:rsid w:val="FE8BBEED"/>
    <w:rsid w:val="FEAB49AD"/>
    <w:rsid w:val="FEAD9329"/>
    <w:rsid w:val="FEAEF381"/>
    <w:rsid w:val="FEB9C27F"/>
    <w:rsid w:val="FEF9A79C"/>
    <w:rsid w:val="FEFF9622"/>
    <w:rsid w:val="FF2B288E"/>
    <w:rsid w:val="FF6F6DC1"/>
    <w:rsid w:val="FF791744"/>
    <w:rsid w:val="FFAF40C8"/>
    <w:rsid w:val="FFB22A56"/>
    <w:rsid w:val="FFBD348D"/>
    <w:rsid w:val="FFBFE61E"/>
    <w:rsid w:val="FFDB46FC"/>
    <w:rsid w:val="FFDD5295"/>
    <w:rsid w:val="FFDF7542"/>
    <w:rsid w:val="FFE2029C"/>
    <w:rsid w:val="FFEF6434"/>
    <w:rsid w:val="FFF85CFD"/>
    <w:rsid w:val="FFFE00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unhideWhenUsed="0" w:uiPriority="0" w:semiHidden="0" w:name="heading 1"/>
    <w:lsdException w:unhideWhenUsed="0" w:uiPriority="0" w:semiHidden="0" w:name="heading 2"/>
    <w:lsdException w:unhideWhenUsed="0" w:uiPriority="0" w:semiHidden="0" w:name="heading 3"/>
    <w:lsdException w:unhideWhenUsed="0" w:uiPriority="0" w:semiHidden="0" w:name="heading 4"/>
    <w:lsdException w:unhideWhenUsed="0" w:uiPriority="0" w:semiHidden="0" w:name="heading 5"/>
    <w:lsdException w:unhideWhenUsed="0" w:uiPriority="0" w:semiHidden="0" w:name="heading 6"/>
    <w:lsdException w:unhideWhenUsed="0" w:uiPriority="0" w:semiHidden="0" w:name="heading 7"/>
    <w:lsdException w:unhideWhenUsed="0" w:uiPriority="0" w:semiHidden="0" w:name="heading 8"/>
    <w:lsdException w:unhideWhenUsed="0" w:uiPriority="0" w:semiHidden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unhideWhenUsed="0" w:uiPriority="0" w:semiHidden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qFormat="1"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semiHidden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unhideWhenUsed="0" w:uiPriority="0" w:semiHidden="0" w:name="Subtitle"/>
    <w:lsdException w:unhideWhenUsed="0" w:uiPriority="0" w:semiHidden="0" w:name="Salutation"/>
    <w:lsdException w:qFormat="1"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qFormat="1"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unhideWhenUsed="0" w:uiPriority="0" w:semiHidden="0" w:name="Strong"/>
    <w:lsdException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qFormat="1"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qFormat/>
    <w:uiPriority w:val="0"/>
  </w:style>
  <w:style w:type="table" w:default="1" w:styleId="8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Date"/>
    <w:basedOn w:val="1"/>
    <w:next w:val="1"/>
    <w:link w:val="13"/>
    <w:qFormat/>
    <w:uiPriority w:val="0"/>
    <w:pPr>
      <w:ind w:left="100" w:leftChars="2500"/>
    </w:pPr>
  </w:style>
  <w:style w:type="paragraph" w:styleId="3">
    <w:name w:val="Body Text Indent 2"/>
    <w:basedOn w:val="1"/>
    <w:qFormat/>
    <w:uiPriority w:val="0"/>
    <w:pPr>
      <w:spacing w:line="600" w:lineRule="exact"/>
      <w:ind w:firstLine="560" w:firstLineChars="200"/>
    </w:pPr>
    <w:rPr>
      <w:rFonts w:ascii="Times New Roman" w:hAnsi="Times New Roman" w:eastAsia="宋体" w:cs="Times New Roman"/>
      <w:sz w:val="28"/>
      <w:szCs w:val="20"/>
    </w:rPr>
  </w:style>
  <w:style w:type="paragraph" w:styleId="4">
    <w:name w:val="Balloon Text"/>
    <w:basedOn w:val="1"/>
    <w:link w:val="14"/>
    <w:qFormat/>
    <w:uiPriority w:val="0"/>
    <w:rPr>
      <w:sz w:val="18"/>
      <w:szCs w:val="18"/>
    </w:rPr>
  </w:style>
  <w:style w:type="paragraph" w:styleId="5">
    <w:name w:val="footer"/>
    <w:basedOn w:val="1"/>
    <w:link w:val="12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6">
    <w:name w:val="header"/>
    <w:basedOn w:val="1"/>
    <w:link w:val="11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widowControl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0">
    <w:name w:val="page number"/>
    <w:basedOn w:val="9"/>
    <w:qFormat/>
    <w:uiPriority w:val="0"/>
  </w:style>
  <w:style w:type="character" w:customStyle="1" w:styleId="11">
    <w:name w:val="页眉 Char"/>
    <w:basedOn w:val="9"/>
    <w:link w:val="6"/>
    <w:qFormat/>
    <w:uiPriority w:val="99"/>
    <w:rPr>
      <w:sz w:val="18"/>
      <w:szCs w:val="18"/>
    </w:rPr>
  </w:style>
  <w:style w:type="character" w:customStyle="1" w:styleId="12">
    <w:name w:val="页脚 Char"/>
    <w:basedOn w:val="9"/>
    <w:link w:val="5"/>
    <w:qFormat/>
    <w:uiPriority w:val="99"/>
    <w:rPr>
      <w:sz w:val="18"/>
      <w:szCs w:val="18"/>
    </w:rPr>
  </w:style>
  <w:style w:type="character" w:customStyle="1" w:styleId="13">
    <w:name w:val="日期 Char"/>
    <w:basedOn w:val="9"/>
    <w:link w:val="2"/>
    <w:semiHidden/>
    <w:qFormat/>
    <w:uiPriority w:val="99"/>
  </w:style>
  <w:style w:type="character" w:customStyle="1" w:styleId="14">
    <w:name w:val="批注框文本 Char"/>
    <w:basedOn w:val="9"/>
    <w:link w:val="4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customXml" Target="../customXml/item1.xml"/><Relationship Id="rId8" Type="http://schemas.openxmlformats.org/officeDocument/2006/relationships/theme" Target="theme/theme1.xml"/><Relationship Id="rId7" Type="http://schemas.openxmlformats.org/officeDocument/2006/relationships/footer" Target="footer4.xml"/><Relationship Id="rId6" Type="http://schemas.openxmlformats.org/officeDocument/2006/relationships/footer" Target="footer3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1" Type="http://schemas.openxmlformats.org/officeDocument/2006/relationships/fontTable" Target="fontTable.xml"/><Relationship Id="rId10" Type="http://schemas.openxmlformats.org/officeDocument/2006/relationships/numbering" Target="numbering.xml"/><Relationship Id="rId1" Type="http://schemas.openxmlformats.org/officeDocument/2006/relationships/styles" Target="styl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/home/greatwall/Normal.wpt" TargetMode="Externa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true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true"/>
        </a:gradFill>
        <a:gradFill rotWithShape="true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false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true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true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/>
  <customShpExts>
    <customShpInfo spid="_x0000_s1031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1081</Words>
  <Characters>6166</Characters>
  <Lines>51</Lines>
  <Paragraphs>14</Paragraphs>
  <TotalTime>3</TotalTime>
  <ScaleCrop>false</ScaleCrop>
  <LinksUpToDate>false</LinksUpToDate>
  <CharactersWithSpaces>7233</CharactersWithSpaces>
  <Application>WPS Office_11.8.2.10386_F1E327BC-269C-435d-A152-05C5408002CA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2020-09-29T11:50:00Z</dcterms:created>
  <dc:creator>m01</dc:creator>
  <cp:lastModifiedBy>greatwall</cp:lastModifiedBy>
  <cp:lastPrinted>2023-09-13T18:37:00Z</cp:lastPrinted>
  <dcterms:modified xsi:type="dcterms:W3CDTF">2023-09-13T16:23:34Z</dcterms:modified>
  <cp:revision>38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2052-11.8.2.10386</vt:lpwstr>
  </property>
  <property fmtid="{D5CDD505-2E9C-101B-9397-08002B2CF9AE}" pid="3" name="ICV">
    <vt:lpwstr>7BD8B168C80741A79434A188C3B6EA58</vt:lpwstr>
  </property>
</Properties>
</file>